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F2" w:rsidRDefault="000668F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0668F2" w:rsidRDefault="000668F2" w:rsidP="00811BA4">
      <w:pPr>
        <w:spacing w:line="360" w:lineRule="auto"/>
      </w:pPr>
    </w:p>
    <w:p w:rsidR="000668F2" w:rsidRDefault="000668F2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0668F2" w:rsidRDefault="000668F2" w:rsidP="00811BA4">
      <w:pPr>
        <w:spacing w:line="360" w:lineRule="auto"/>
        <w:rPr>
          <w:sz w:val="28"/>
          <w:szCs w:val="28"/>
        </w:rPr>
      </w:pPr>
    </w:p>
    <w:p w:rsidR="000668F2" w:rsidRPr="009A56EB" w:rsidRDefault="000668F2" w:rsidP="00811BA4">
      <w:pPr>
        <w:spacing w:line="360" w:lineRule="auto"/>
      </w:pPr>
      <w:r>
        <w:t>DATUM VZNIKU MATERIÁLU:           6.5.2012</w:t>
      </w:r>
    </w:p>
    <w:p w:rsidR="000668F2" w:rsidRDefault="000668F2" w:rsidP="00811BA4">
      <w:pPr>
        <w:spacing w:line="360" w:lineRule="auto"/>
      </w:pPr>
    </w:p>
    <w:p w:rsidR="000668F2" w:rsidRPr="00987F54" w:rsidRDefault="000668F2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0668F2" w:rsidRDefault="000668F2" w:rsidP="00811BA4">
      <w:pPr>
        <w:spacing w:line="360" w:lineRule="auto"/>
      </w:pPr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0668F2" w:rsidRPr="00987F54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0668F2" w:rsidRPr="00987F54" w:rsidRDefault="000668F2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 xml:space="preserve">Výukový materiál je zaměřen na zábavné opakování učiva </w:t>
      </w:r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 jednotkách metr, litr a kilogram formou slovních úloh</w:t>
      </w:r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a doplňovacích cvičení.</w:t>
      </w:r>
    </w:p>
    <w:p w:rsidR="000668F2" w:rsidRDefault="000668F2" w:rsidP="00811BA4">
      <w:pPr>
        <w:spacing w:line="360" w:lineRule="auto"/>
        <w:rPr>
          <w:sz w:val="24"/>
          <w:szCs w:val="24"/>
        </w:rPr>
      </w:pPr>
    </w:p>
    <w:p w:rsidR="000668F2" w:rsidRDefault="000668F2" w:rsidP="00811BA4">
      <w:pPr>
        <w:spacing w:line="360" w:lineRule="auto"/>
        <w:rPr>
          <w:sz w:val="24"/>
          <w:szCs w:val="24"/>
        </w:rPr>
      </w:pPr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Zdroje:    </w:t>
      </w:r>
      <w:hyperlink r:id="rId8" w:history="1">
        <w:r w:rsidRPr="00D9682C">
          <w:rPr>
            <w:rStyle w:val="Hyperlink"/>
            <w:sz w:val="24"/>
            <w:szCs w:val="24"/>
          </w:rPr>
          <w:t>http://produkty.topkontakt.idnes.cz/p/metr-v-plastovem-pouzdre/10931313</w:t>
        </w:r>
      </w:hyperlink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hyperlink r:id="rId9" w:history="1">
        <w:r w:rsidRPr="00D9682C">
          <w:rPr>
            <w:rStyle w:val="Hyperlink"/>
            <w:sz w:val="24"/>
            <w:szCs w:val="24"/>
          </w:rPr>
          <w:t>http://www.nakupka.cz/vyrobek/vaha-kuchynska-soehnle-65003-silvia/</w:t>
        </w:r>
      </w:hyperlink>
    </w:p>
    <w:p w:rsidR="000668F2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hyperlink r:id="rId10" w:history="1">
        <w:r w:rsidRPr="00D9682C">
          <w:rPr>
            <w:rStyle w:val="Hyperlink"/>
            <w:sz w:val="24"/>
            <w:szCs w:val="24"/>
          </w:rPr>
          <w:t>http://www.dotmorlova.cz//prirodoveda/podekovani</w:t>
        </w:r>
      </w:hyperlink>
    </w:p>
    <w:p w:rsidR="000668F2" w:rsidRDefault="000668F2" w:rsidP="00811BA4">
      <w:pPr>
        <w:spacing w:line="360" w:lineRule="auto"/>
        <w:rPr>
          <w:sz w:val="24"/>
          <w:szCs w:val="24"/>
        </w:rPr>
      </w:pPr>
    </w:p>
    <w:p w:rsidR="000668F2" w:rsidRPr="00987F54" w:rsidRDefault="000668F2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0668F2" w:rsidRDefault="000668F2" w:rsidP="00811BA4">
      <w:pPr>
        <w:spacing w:line="360" w:lineRule="auto"/>
      </w:pPr>
    </w:p>
    <w:sectPr w:rsidR="000668F2" w:rsidSect="00FE0D7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F2" w:rsidRDefault="000668F2" w:rsidP="00811BA4">
      <w:pPr>
        <w:spacing w:after="0" w:line="240" w:lineRule="auto"/>
      </w:pPr>
      <w:r>
        <w:separator/>
      </w:r>
    </w:p>
  </w:endnote>
  <w:endnote w:type="continuationSeparator" w:id="0">
    <w:p w:rsidR="000668F2" w:rsidRDefault="000668F2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F2" w:rsidRDefault="000668F2" w:rsidP="00811BA4">
      <w:pPr>
        <w:spacing w:after="0" w:line="240" w:lineRule="auto"/>
      </w:pPr>
      <w:r>
        <w:separator/>
      </w:r>
    </w:p>
  </w:footnote>
  <w:footnote w:type="continuationSeparator" w:id="0">
    <w:p w:rsidR="000668F2" w:rsidRDefault="000668F2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8F2" w:rsidRDefault="000668F2" w:rsidP="00811BA4">
    <w:pPr>
      <w:pStyle w:val="Header"/>
      <w:jc w:val="right"/>
    </w:pPr>
    <w:r>
      <w:tab/>
      <w:t>VY_42_INOVACE_v25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668F2"/>
    <w:rsid w:val="000E4F85"/>
    <w:rsid w:val="00144C7C"/>
    <w:rsid w:val="001C2CAA"/>
    <w:rsid w:val="001C7599"/>
    <w:rsid w:val="00244D25"/>
    <w:rsid w:val="002C26BA"/>
    <w:rsid w:val="00336987"/>
    <w:rsid w:val="00514DEE"/>
    <w:rsid w:val="005D6960"/>
    <w:rsid w:val="00661209"/>
    <w:rsid w:val="006C5A10"/>
    <w:rsid w:val="00811BA4"/>
    <w:rsid w:val="00832BAD"/>
    <w:rsid w:val="00987F54"/>
    <w:rsid w:val="009A56EB"/>
    <w:rsid w:val="009F7136"/>
    <w:rsid w:val="00A92029"/>
    <w:rsid w:val="00AB476B"/>
    <w:rsid w:val="00B27565"/>
    <w:rsid w:val="00B90200"/>
    <w:rsid w:val="00CE74D1"/>
    <w:rsid w:val="00CF69CA"/>
    <w:rsid w:val="00D55C55"/>
    <w:rsid w:val="00D9682C"/>
    <w:rsid w:val="00DA2B04"/>
    <w:rsid w:val="00DE2DCF"/>
    <w:rsid w:val="00E0556E"/>
    <w:rsid w:val="00E05EED"/>
    <w:rsid w:val="00E10637"/>
    <w:rsid w:val="00E4798A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6C5A1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ukty.topkontakt.idnes.cz/p/metr-v-plastovem-pouzdre/1093131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otmorlova.cz//prirodoveda/podekova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kupka.cz/vyrobek/vaha-kuchynska-soehnle-65003-silv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178</Words>
  <Characters>1056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3</cp:revision>
  <cp:lastPrinted>2012-11-20T04:14:00Z</cp:lastPrinted>
  <dcterms:created xsi:type="dcterms:W3CDTF">2012-11-19T20:40:00Z</dcterms:created>
  <dcterms:modified xsi:type="dcterms:W3CDTF">2012-11-20T04:15:00Z</dcterms:modified>
</cp:coreProperties>
</file>